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8A1F1" w14:textId="77777777" w:rsidR="00FB034A" w:rsidRDefault="00FB034A" w:rsidP="00FB034A">
      <w:pPr>
        <w:jc w:val="right"/>
        <w:rPr>
          <w:sz w:val="20"/>
        </w:rPr>
      </w:pPr>
      <w:r>
        <w:rPr>
          <w:sz w:val="20"/>
        </w:rPr>
        <w:t>Łódź, dnia ……………………………..</w:t>
      </w:r>
    </w:p>
    <w:p w14:paraId="626F5784" w14:textId="77777777" w:rsidR="001A65CF" w:rsidRPr="006870CE" w:rsidRDefault="001A65CF" w:rsidP="001A65CF">
      <w:pPr>
        <w:jc w:val="center"/>
        <w:rPr>
          <w:b/>
          <w:sz w:val="20"/>
        </w:rPr>
      </w:pPr>
      <w:r w:rsidRPr="006870CE">
        <w:rPr>
          <w:b/>
          <w:sz w:val="20"/>
        </w:rPr>
        <w:t xml:space="preserve">WNIOSEK O PRZYZNANIE POKOJU </w:t>
      </w:r>
      <w:r>
        <w:rPr>
          <w:b/>
          <w:sz w:val="20"/>
        </w:rPr>
        <w:t>JEDNOOSOBOWEGO</w:t>
      </w:r>
    </w:p>
    <w:p w14:paraId="647D6028" w14:textId="77777777" w:rsidR="001A65CF" w:rsidRPr="006870CE" w:rsidRDefault="007E4AC5" w:rsidP="001A65CF">
      <w:pPr>
        <w:jc w:val="center"/>
        <w:rPr>
          <w:b/>
          <w:sz w:val="20"/>
        </w:rPr>
      </w:pPr>
      <w:r>
        <w:rPr>
          <w:b/>
          <w:sz w:val="20"/>
        </w:rPr>
        <w:t>NA ROK AKADEMICKI</w:t>
      </w:r>
      <w:r w:rsidR="001A65CF" w:rsidRPr="006870CE">
        <w:rPr>
          <w:b/>
          <w:sz w:val="20"/>
        </w:rPr>
        <w:t xml:space="preserve"> 20 ….. / 20 …..</w:t>
      </w:r>
    </w:p>
    <w:p w14:paraId="38DECC60" w14:textId="77777777" w:rsidR="001A65CF" w:rsidRPr="00D11A3E" w:rsidRDefault="00674921" w:rsidP="1CFF9531">
      <w:pPr>
        <w:pStyle w:val="Akapitzlist"/>
        <w:jc w:val="center"/>
        <w:rPr>
          <w:i/>
          <w:iCs/>
          <w:sz w:val="14"/>
          <w:szCs w:val="14"/>
        </w:rPr>
      </w:pPr>
      <w:r w:rsidRPr="1CFF9531">
        <w:rPr>
          <w:sz w:val="14"/>
          <w:szCs w:val="14"/>
        </w:rPr>
        <w:t>(</w:t>
      </w:r>
      <w:r w:rsidR="001A65CF" w:rsidRPr="1CFF9531">
        <w:rPr>
          <w:i/>
          <w:iCs/>
          <w:sz w:val="14"/>
          <w:szCs w:val="14"/>
        </w:rPr>
        <w:t>Wniosek stanowi załącznik do wniosku o przyznanie lub rezerwację miejsca w DS</w:t>
      </w:r>
      <w:r w:rsidR="001A65CF" w:rsidRPr="1CFF9531">
        <w:rPr>
          <w:sz w:val="14"/>
          <w:szCs w:val="14"/>
        </w:rPr>
        <w:t>)</w:t>
      </w:r>
    </w:p>
    <w:p w14:paraId="565363A7" w14:textId="70F15B18" w:rsidR="001A65CF" w:rsidRPr="007E4AC5" w:rsidRDefault="001A65CF" w:rsidP="001A65CF">
      <w:pPr>
        <w:spacing w:after="0" w:line="240" w:lineRule="auto"/>
        <w:rPr>
          <w:sz w:val="20"/>
          <w:szCs w:val="20"/>
        </w:rPr>
      </w:pPr>
      <w:r w:rsidRPr="007E4AC5">
        <w:rPr>
          <w:b/>
          <w:sz w:val="20"/>
          <w:szCs w:val="20"/>
        </w:rPr>
        <w:t>Dane Studenta</w:t>
      </w:r>
      <w:r w:rsidR="002421C8">
        <w:rPr>
          <w:b/>
          <w:sz w:val="20"/>
          <w:szCs w:val="20"/>
        </w:rPr>
        <w:t>/</w:t>
      </w:r>
      <w:r w:rsidR="002421C8" w:rsidRPr="00582767">
        <w:rPr>
          <w:b/>
          <w:sz w:val="20"/>
          <w:szCs w:val="20"/>
        </w:rPr>
        <w:t>doktoranta</w:t>
      </w:r>
      <w:r w:rsidRPr="007E4AC5">
        <w:rPr>
          <w:b/>
          <w:sz w:val="20"/>
          <w:szCs w:val="20"/>
        </w:rPr>
        <w:t xml:space="preserve"> UŁ:</w:t>
      </w:r>
    </w:p>
    <w:p w14:paraId="5822E345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4D75B398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</w:t>
      </w:r>
      <w:r>
        <w:rPr>
          <w:sz w:val="20"/>
          <w:szCs w:val="20"/>
        </w:rPr>
        <w:t>………..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………………………………………………………………</w:t>
      </w:r>
    </w:p>
    <w:p w14:paraId="3777ACC7" w14:textId="77777777" w:rsidR="00B3771C" w:rsidRPr="006870CE" w:rsidRDefault="001A65CF" w:rsidP="00B3771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Nazwisko i imię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Numer albumu/pesel</w:t>
      </w:r>
    </w:p>
    <w:p w14:paraId="052C30F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</w:p>
    <w:p w14:paraId="0B5FA2C4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6EF3F8A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</w:t>
      </w:r>
      <w:r w:rsidR="00B3771C">
        <w:rPr>
          <w:sz w:val="20"/>
          <w:szCs w:val="20"/>
        </w:rPr>
        <w:t>…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……………………………………………………………….</w:t>
      </w:r>
    </w:p>
    <w:p w14:paraId="20978C31" w14:textId="77777777" w:rsidR="00B3771C" w:rsidRPr="006870CE" w:rsidRDefault="001A65CF" w:rsidP="00B3771C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Wydział,</w:t>
      </w:r>
      <w:r w:rsidRPr="006870CE">
        <w:rPr>
          <w:sz w:val="20"/>
          <w:szCs w:val="20"/>
        </w:rPr>
        <w:tab/>
      </w:r>
      <w:r w:rsidR="007E4AC5">
        <w:rPr>
          <w:sz w:val="20"/>
          <w:szCs w:val="20"/>
        </w:rPr>
        <w:t xml:space="preserve"> </w:t>
      </w:r>
      <w:r>
        <w:rPr>
          <w:sz w:val="20"/>
          <w:szCs w:val="20"/>
        </w:rPr>
        <w:t>kierunek studiów</w:t>
      </w:r>
      <w:r w:rsidR="00B3771C">
        <w:rPr>
          <w:sz w:val="20"/>
          <w:szCs w:val="20"/>
        </w:rPr>
        <w:t xml:space="preserve"> ,rok</w:t>
      </w:r>
      <w:r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 w:rsidRPr="006870CE">
        <w:rPr>
          <w:sz w:val="20"/>
          <w:szCs w:val="20"/>
        </w:rPr>
        <w:t>Stały adres zamieszkania</w:t>
      </w:r>
    </w:p>
    <w:p w14:paraId="5CFAAB2E" w14:textId="5CF350A9" w:rsidR="001A65CF" w:rsidRDefault="001A65CF" w:rsidP="1CFF9531">
      <w:pPr>
        <w:spacing w:after="0" w:line="240" w:lineRule="auto"/>
        <w:rPr>
          <w:sz w:val="20"/>
          <w:szCs w:val="20"/>
        </w:rPr>
      </w:pPr>
    </w:p>
    <w:p w14:paraId="1785F9B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</w:p>
    <w:p w14:paraId="539DD03B" w14:textId="18AACCAA" w:rsidR="00F50704" w:rsidRDefault="001A65CF" w:rsidP="18F1C9D5">
      <w:pPr>
        <w:spacing w:line="240" w:lineRule="auto"/>
        <w:ind w:right="-567"/>
        <w:rPr>
          <w:sz w:val="20"/>
          <w:szCs w:val="20"/>
        </w:rPr>
      </w:pPr>
      <w:r w:rsidRPr="18F1C9D5">
        <w:rPr>
          <w:sz w:val="20"/>
          <w:szCs w:val="20"/>
        </w:rPr>
        <w:t>Przyznany DS …………… na rok akademicki 20…./20……</w:t>
      </w:r>
    </w:p>
    <w:p w14:paraId="271F2079" w14:textId="7FA7DE2A" w:rsidR="001A65CF" w:rsidRDefault="001A65CF" w:rsidP="001A65CF">
      <w:pPr>
        <w:ind w:right="-567"/>
        <w:jc w:val="center"/>
        <w:rPr>
          <w:b/>
          <w:sz w:val="28"/>
        </w:rPr>
      </w:pPr>
      <w:r w:rsidRPr="26F40F6E">
        <w:rPr>
          <w:b/>
          <w:bCs/>
          <w:sz w:val="28"/>
          <w:szCs w:val="28"/>
        </w:rPr>
        <w:t xml:space="preserve">Do Prorektora ds. </w:t>
      </w:r>
      <w:r w:rsidR="00AA5FB1">
        <w:rPr>
          <w:b/>
          <w:bCs/>
          <w:sz w:val="28"/>
          <w:szCs w:val="28"/>
        </w:rPr>
        <w:t>relacji i kontaktów z otoczeniem</w:t>
      </w:r>
      <w:r w:rsidRPr="26F40F6E">
        <w:rPr>
          <w:b/>
          <w:bCs/>
          <w:sz w:val="28"/>
          <w:szCs w:val="28"/>
        </w:rPr>
        <w:t xml:space="preserve"> UŁ</w:t>
      </w:r>
    </w:p>
    <w:p w14:paraId="702D8397" w14:textId="77777777" w:rsidR="00FB034A" w:rsidRPr="000E7FA1" w:rsidRDefault="001A65CF" w:rsidP="00674921">
      <w:pPr>
        <w:spacing w:after="0"/>
        <w:ind w:right="-567"/>
        <w:jc w:val="both"/>
        <w:rPr>
          <w:sz w:val="20"/>
          <w:szCs w:val="20"/>
        </w:rPr>
      </w:pPr>
      <w:r w:rsidRPr="000E7FA1">
        <w:rPr>
          <w:sz w:val="20"/>
          <w:szCs w:val="20"/>
        </w:rPr>
        <w:t>Proszę</w:t>
      </w:r>
      <w:r w:rsidR="00FB034A" w:rsidRPr="000E7FA1">
        <w:rPr>
          <w:sz w:val="20"/>
          <w:szCs w:val="20"/>
        </w:rPr>
        <w:t xml:space="preserve"> o przyznanie pokoju jednoosobowego</w:t>
      </w:r>
      <w:r w:rsidRPr="000E7FA1">
        <w:rPr>
          <w:sz w:val="20"/>
          <w:szCs w:val="20"/>
        </w:rPr>
        <w:t xml:space="preserve"> w</w:t>
      </w:r>
      <w:r w:rsidR="00FB034A" w:rsidRPr="000E7FA1">
        <w:rPr>
          <w:sz w:val="20"/>
          <w:szCs w:val="20"/>
        </w:rPr>
        <w:t xml:space="preserve"> roku akademickim 20 ….. / 20 ……</w:t>
      </w:r>
      <w:r w:rsidRPr="000E7FA1">
        <w:rPr>
          <w:sz w:val="20"/>
          <w:szCs w:val="20"/>
        </w:rPr>
        <w:t xml:space="preserve"> w DS numer ……..</w:t>
      </w:r>
    </w:p>
    <w:p w14:paraId="1D1E3C8E" w14:textId="77777777" w:rsidR="000E7FA1" w:rsidRPr="000E7FA1" w:rsidRDefault="000E7FA1" w:rsidP="00674921">
      <w:pPr>
        <w:ind w:right="-567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0E7FA1">
        <w:rPr>
          <w:sz w:val="20"/>
          <w:szCs w:val="20"/>
        </w:rPr>
        <w:t xml:space="preserve"> sytuacji </w:t>
      </w:r>
      <w:r>
        <w:rPr>
          <w:sz w:val="20"/>
          <w:szCs w:val="20"/>
        </w:rPr>
        <w:t xml:space="preserve">podjęcia przez Rektora </w:t>
      </w:r>
      <w:r w:rsidRPr="000E7FA1">
        <w:rPr>
          <w:sz w:val="20"/>
          <w:szCs w:val="20"/>
        </w:rPr>
        <w:t>pozytywnej decyzji wyrażam zgodę</w:t>
      </w:r>
      <w:r w:rsidR="00674921">
        <w:rPr>
          <w:sz w:val="20"/>
          <w:szCs w:val="20"/>
        </w:rPr>
        <w:t xml:space="preserve"> na ponoszenie opłaty zgodnie z </w:t>
      </w:r>
      <w:r w:rsidRPr="000E7FA1">
        <w:rPr>
          <w:sz w:val="20"/>
          <w:szCs w:val="20"/>
        </w:rPr>
        <w:t>postanowieniami obowiązującego Regulaminu.</w:t>
      </w:r>
    </w:p>
    <w:p w14:paraId="2C05E170" w14:textId="77777777" w:rsidR="00FB034A" w:rsidRDefault="00FB034A" w:rsidP="00FB034A">
      <w:pPr>
        <w:ind w:right="-567"/>
        <w:rPr>
          <w:sz w:val="20"/>
        </w:rPr>
      </w:pPr>
      <w:r>
        <w:rPr>
          <w:sz w:val="20"/>
        </w:rPr>
        <w:t>Uzasadnienie:</w:t>
      </w:r>
    </w:p>
    <w:p w14:paraId="78A654F5" w14:textId="2DFE12B2" w:rsidR="00FB034A" w:rsidRDefault="00FB034A" w:rsidP="00FB034A">
      <w:pPr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39C6">
        <w:rPr>
          <w:sz w:val="20"/>
        </w:rPr>
        <w:t>…………………………………………………………………</w:t>
      </w:r>
    </w:p>
    <w:p w14:paraId="08C34070" w14:textId="065FA776" w:rsidR="002F3A95" w:rsidRPr="00780CE5" w:rsidRDefault="00FB034A" w:rsidP="417073CE">
      <w:pPr>
        <w:ind w:right="-567"/>
        <w:rPr>
          <w:sz w:val="20"/>
          <w:szCs w:val="20"/>
        </w:rPr>
      </w:pPr>
      <w:r w:rsidRPr="417073CE">
        <w:rPr>
          <w:sz w:val="20"/>
          <w:szCs w:val="20"/>
        </w:rPr>
        <w:t>Załączniki:</w:t>
      </w:r>
      <w:r w:rsidR="005F39C6" w:rsidRPr="417073CE">
        <w:rPr>
          <w:sz w:val="20"/>
          <w:szCs w:val="20"/>
        </w:rPr>
        <w:t xml:space="preserve"> …………………………………………………………………………</w:t>
      </w:r>
      <w:r w:rsidR="00377829">
        <w:rPr>
          <w:sz w:val="20"/>
          <w:szCs w:val="20"/>
        </w:rPr>
        <w:t>…………………………………………………………………………………………..</w:t>
      </w:r>
    </w:p>
    <w:p w14:paraId="27900BA5" w14:textId="1C1098E4" w:rsidR="002F3A95" w:rsidRPr="00D70FBE" w:rsidRDefault="002F3A95" w:rsidP="18F1C9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hAnsi="Calibri" w:cs="Calibri"/>
          <w:sz w:val="16"/>
          <w:szCs w:val="16"/>
        </w:rPr>
        <w:t xml:space="preserve">Przed złożeniem wniosku student zobowiązany jest do zapoznania się z zasadami przydziału miejsc w Domach Studenckich UŁ w danym roku akademickim. Świadomy/-a odpowiedzialności za złożenie fałszywego oświadczenia, w tym odpowiedzialności dyscyplinarnej i karnej oświadczam, że wszystkie załączone dokumenty oraz dane w nich zawarte, jak i dane zawarte we wniosku są kompletne i zgodne ze stanem faktycznym. </w:t>
      </w:r>
    </w:p>
    <w:p w14:paraId="66899DE9" w14:textId="498E6B7A" w:rsidR="002F3A95" w:rsidRPr="00D70FBE" w:rsidRDefault="2288A0CB" w:rsidP="18F1C9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>Administratorem Pani/Pana danych osobowych jest Uniwersytet Łódzki, z siedzibą przy ul. Narutowicza 68, 90-136 Łódź.</w:t>
      </w:r>
    </w:p>
    <w:p w14:paraId="7C7F1CEB" w14:textId="161D42FF" w:rsidR="002F3A95" w:rsidRPr="00D70FBE" w:rsidRDefault="2288A0CB" w:rsidP="2288A0C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D70FBE">
          <w:rPr>
            <w:rStyle w:val="Hipercze"/>
            <w:rFonts w:ascii="Calibri" w:eastAsia="Calibri" w:hAnsi="Calibri" w:cs="Calibri"/>
            <w:iCs/>
            <w:color w:val="auto"/>
            <w:sz w:val="16"/>
            <w:szCs w:val="16"/>
          </w:rPr>
          <w:t>iod@uni.lodz.pl</w:t>
        </w:r>
      </w:hyperlink>
    </w:p>
    <w:p w14:paraId="3C3F3126" w14:textId="5A004D6B" w:rsidR="002F3A95" w:rsidRPr="00D70FBE" w:rsidRDefault="2288A0CB" w:rsidP="2288A0C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Cs/>
          <w:sz w:val="16"/>
          <w:szCs w:val="16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7DAC1E24" w14:textId="2BACD428" w:rsidR="002F3A95" w:rsidRPr="00DE2789" w:rsidRDefault="2288A0CB" w:rsidP="417073C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/>
          <w:iCs/>
          <w:sz w:val="12"/>
          <w:szCs w:val="12"/>
        </w:rPr>
      </w:pPr>
      <w:r w:rsidRPr="00D70FBE">
        <w:rPr>
          <w:rFonts w:ascii="Calibri" w:eastAsia="Calibri" w:hAnsi="Calibri" w:cs="Calibri"/>
          <w:iCs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D70FBE">
          <w:rPr>
            <w:rStyle w:val="Hipercze"/>
            <w:rFonts w:ascii="Calibri" w:eastAsia="Calibri" w:hAnsi="Calibri" w:cs="Calibri"/>
            <w:iCs/>
            <w:color w:val="auto"/>
            <w:sz w:val="16"/>
            <w:szCs w:val="16"/>
          </w:rPr>
          <w:t>https://www.bip.uni.lodz.pl/inne/ochrona-danych-osobowych/klauzule-informacyjne</w:t>
        </w:r>
      </w:hyperlink>
    </w:p>
    <w:p w14:paraId="4F0D36D3" w14:textId="77777777" w:rsidR="002F3A95" w:rsidRPr="00D9750B" w:rsidRDefault="002F3A95" w:rsidP="002F3A95">
      <w:pPr>
        <w:spacing w:after="0" w:line="360" w:lineRule="auto"/>
        <w:rPr>
          <w:rFonts w:eastAsiaTheme="minorHAnsi" w:cs="Arial"/>
          <w:sz w:val="16"/>
          <w:szCs w:val="16"/>
        </w:rPr>
      </w:pPr>
      <w:r w:rsidRPr="00D9750B">
        <w:rPr>
          <w:rFonts w:eastAsiaTheme="minorHAnsi" w:cs="Arial"/>
          <w:sz w:val="16"/>
          <w:szCs w:val="16"/>
        </w:rPr>
        <w:t xml:space="preserve">Łódź, dnia ………………….………………  </w:t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  <w:t>….……</w:t>
      </w:r>
      <w:r>
        <w:rPr>
          <w:rFonts w:eastAsiaTheme="minorHAnsi" w:cs="Arial"/>
          <w:sz w:val="16"/>
          <w:szCs w:val="16"/>
        </w:rPr>
        <w:t>..</w:t>
      </w:r>
      <w:r w:rsidRPr="00D9750B">
        <w:rPr>
          <w:rFonts w:eastAsiaTheme="minorHAnsi" w:cs="Arial"/>
          <w:sz w:val="16"/>
          <w:szCs w:val="16"/>
        </w:rPr>
        <w:t xml:space="preserve">…………….………………………………  </w:t>
      </w:r>
    </w:p>
    <w:p w14:paraId="14ACB8A8" w14:textId="14EE5614" w:rsidR="00D70FBE" w:rsidRDefault="00377829" w:rsidP="1CFF9531">
      <w:pPr>
        <w:spacing w:after="0" w:line="360" w:lineRule="auto"/>
        <w:jc w:val="center"/>
        <w:rPr>
          <w:rFonts w:cs="Arial"/>
          <w:sz w:val="16"/>
          <w:szCs w:val="16"/>
        </w:rPr>
      </w:pPr>
      <w:r w:rsidRPr="1CFF9531">
        <w:rPr>
          <w:rFonts w:cs="Arial"/>
          <w:sz w:val="16"/>
          <w:szCs w:val="16"/>
        </w:rPr>
        <w:t xml:space="preserve">                  </w:t>
      </w:r>
      <w:r w:rsidR="002F3A95" w:rsidRPr="1CFF9531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  podpis wnioskodawcy</w:t>
      </w:r>
    </w:p>
    <w:p w14:paraId="1308EDE5" w14:textId="4134CEE9" w:rsidR="001A65CF" w:rsidRDefault="001A65CF" w:rsidP="001A65CF">
      <w:pPr>
        <w:ind w:right="-567"/>
        <w:rPr>
          <w:sz w:val="20"/>
        </w:rPr>
      </w:pPr>
      <w:r w:rsidRPr="004766C8">
        <w:rPr>
          <w:b/>
          <w:sz w:val="20"/>
        </w:rPr>
        <w:t xml:space="preserve">Opinia Uczelnianej </w:t>
      </w:r>
      <w:r w:rsidRPr="00F75CC6">
        <w:rPr>
          <w:b/>
          <w:sz w:val="20"/>
        </w:rPr>
        <w:t xml:space="preserve">Komisji </w:t>
      </w:r>
      <w:r w:rsidR="005E0CD3" w:rsidRPr="00F75CC6">
        <w:rPr>
          <w:b/>
          <w:sz w:val="20"/>
        </w:rPr>
        <w:t xml:space="preserve">ds. </w:t>
      </w:r>
      <w:r w:rsidR="00674921">
        <w:rPr>
          <w:b/>
          <w:sz w:val="20"/>
        </w:rPr>
        <w:t>p</w:t>
      </w:r>
      <w:r w:rsidR="005E0CD3" w:rsidRPr="00F75CC6">
        <w:rPr>
          <w:b/>
          <w:sz w:val="20"/>
        </w:rPr>
        <w:t xml:space="preserve">rzyznawania </w:t>
      </w:r>
      <w:r w:rsidR="00674921">
        <w:rPr>
          <w:b/>
          <w:sz w:val="20"/>
        </w:rPr>
        <w:t>m</w:t>
      </w:r>
      <w:r w:rsidR="005E0CD3" w:rsidRPr="00F75CC6">
        <w:rPr>
          <w:b/>
          <w:sz w:val="20"/>
        </w:rPr>
        <w:t>iejsc w Domach Studenckich</w:t>
      </w:r>
      <w:r w:rsidRPr="00F75CC6">
        <w:rPr>
          <w:sz w:val="20"/>
        </w:rPr>
        <w:t>:</w:t>
      </w:r>
      <w:r w:rsidR="005F39C6">
        <w:rPr>
          <w:sz w:val="20"/>
        </w:rPr>
        <w:tab/>
      </w:r>
      <w:r w:rsidRPr="00B4406E">
        <w:rPr>
          <w:sz w:val="20"/>
        </w:rPr>
        <w:t xml:space="preserve"> …………………………………….</w:t>
      </w:r>
    </w:p>
    <w:p w14:paraId="40C106DA" w14:textId="6DC5F17C" w:rsidR="001A65CF" w:rsidRDefault="005F39C6" w:rsidP="26F40F6E">
      <w:pPr>
        <w:ind w:right="-567"/>
        <w:rPr>
          <w:sz w:val="20"/>
          <w:szCs w:val="20"/>
        </w:rPr>
      </w:pPr>
      <w:r w:rsidRPr="26F40F6E">
        <w:rPr>
          <w:b/>
          <w:bCs/>
          <w:sz w:val="20"/>
          <w:szCs w:val="20"/>
        </w:rPr>
        <w:t xml:space="preserve">Data i </w:t>
      </w:r>
      <w:r w:rsidR="001A65CF" w:rsidRPr="26F40F6E">
        <w:rPr>
          <w:b/>
          <w:bCs/>
          <w:sz w:val="20"/>
          <w:szCs w:val="20"/>
        </w:rPr>
        <w:t>Podpis Przewodniczącego UK</w:t>
      </w:r>
      <w:r w:rsidR="005E0CD3" w:rsidRPr="26F40F6E">
        <w:rPr>
          <w:b/>
          <w:bCs/>
          <w:sz w:val="20"/>
          <w:szCs w:val="20"/>
        </w:rPr>
        <w:t>-</w:t>
      </w:r>
      <w:r w:rsidRPr="26F40F6E">
        <w:rPr>
          <w:b/>
          <w:bCs/>
          <w:sz w:val="20"/>
          <w:szCs w:val="20"/>
        </w:rPr>
        <w:t>DS.</w:t>
      </w:r>
      <w:r w:rsidR="001A65CF">
        <w:tab/>
      </w:r>
      <w:r w:rsidR="001A65CF">
        <w:tab/>
      </w:r>
      <w:r w:rsidR="001A65CF">
        <w:tab/>
      </w:r>
      <w:r w:rsidR="001A65CF">
        <w:tab/>
      </w:r>
      <w:r w:rsidR="001A65CF">
        <w:tab/>
      </w:r>
      <w:r w:rsidR="001A65CF" w:rsidRPr="26F40F6E">
        <w:rPr>
          <w:sz w:val="20"/>
          <w:szCs w:val="20"/>
        </w:rPr>
        <w:t xml:space="preserve"> ……………………………</w:t>
      </w:r>
      <w:r w:rsidR="003775FB" w:rsidRPr="26F40F6E">
        <w:rPr>
          <w:sz w:val="20"/>
          <w:szCs w:val="20"/>
        </w:rPr>
        <w:t>…………</w:t>
      </w:r>
    </w:p>
    <w:p w14:paraId="4830C10C" w14:textId="03E04EDC" w:rsidR="001A65CF" w:rsidRDefault="001A65CF" w:rsidP="001A65CF">
      <w:pPr>
        <w:ind w:right="-567"/>
        <w:rPr>
          <w:sz w:val="20"/>
        </w:rPr>
      </w:pPr>
      <w:r w:rsidRPr="004766C8">
        <w:rPr>
          <w:b/>
          <w:sz w:val="20"/>
        </w:rPr>
        <w:t>De</w:t>
      </w:r>
      <w:r w:rsidR="00AD6E26">
        <w:rPr>
          <w:b/>
          <w:sz w:val="20"/>
        </w:rPr>
        <w:t xml:space="preserve">cyzja Prorektora ds. </w:t>
      </w:r>
      <w:r w:rsidR="00AA5FB1">
        <w:rPr>
          <w:b/>
          <w:sz w:val="20"/>
        </w:rPr>
        <w:t>relacji i kontaktów z otoczeniem</w:t>
      </w:r>
      <w:r w:rsidRPr="004766C8">
        <w:rPr>
          <w:b/>
          <w:sz w:val="20"/>
        </w:rPr>
        <w:t xml:space="preserve"> </w:t>
      </w:r>
      <w:r>
        <w:rPr>
          <w:b/>
          <w:sz w:val="20"/>
        </w:rPr>
        <w:t>UŁ</w:t>
      </w:r>
      <w:r w:rsidRPr="004766C8">
        <w:rPr>
          <w:b/>
          <w:sz w:val="20"/>
        </w:rPr>
        <w:t>:</w:t>
      </w:r>
      <w:r w:rsidRPr="00B4406E">
        <w:rPr>
          <w:sz w:val="20"/>
        </w:rPr>
        <w:t xml:space="preserve"> </w:t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Pr="00B4406E">
        <w:rPr>
          <w:sz w:val="20"/>
        </w:rPr>
        <w:t>………………………</w:t>
      </w:r>
      <w:r w:rsidR="005F39C6">
        <w:rPr>
          <w:sz w:val="20"/>
        </w:rPr>
        <w:t>…………………</w:t>
      </w:r>
    </w:p>
    <w:p w14:paraId="46651D7F" w14:textId="3E9787CF" w:rsidR="00E516E7" w:rsidRPr="00B4406E" w:rsidRDefault="00E516E7" w:rsidP="26F40F6E">
      <w:pPr>
        <w:ind w:right="-567"/>
        <w:rPr>
          <w:sz w:val="20"/>
          <w:szCs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70EFCF79" w:rsidRPr="26F40F6E">
        <w:rPr>
          <w:sz w:val="20"/>
          <w:szCs w:val="20"/>
        </w:rPr>
        <w:t xml:space="preserve">          </w:t>
      </w:r>
      <w:r w:rsidRPr="26F40F6E">
        <w:rPr>
          <w:sz w:val="20"/>
          <w:szCs w:val="20"/>
        </w:rPr>
        <w:t>(Data i podpis)</w:t>
      </w:r>
    </w:p>
    <w:sectPr w:rsidR="00E516E7" w:rsidRPr="00B4406E" w:rsidSect="004A4EEF">
      <w:headerReference w:type="default" r:id="rId13"/>
      <w:footerReference w:type="default" r:id="rId14"/>
      <w:pgSz w:w="11906" w:h="16838"/>
      <w:pgMar w:top="426" w:right="1417" w:bottom="567" w:left="1417" w:header="4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80EB4" w14:textId="77777777" w:rsidR="006A2F4A" w:rsidRDefault="006A2F4A" w:rsidP="001A65CF">
      <w:pPr>
        <w:spacing w:after="0" w:line="240" w:lineRule="auto"/>
      </w:pPr>
      <w:r>
        <w:separator/>
      </w:r>
    </w:p>
  </w:endnote>
  <w:endnote w:type="continuationSeparator" w:id="0">
    <w:p w14:paraId="07FA4A07" w14:textId="77777777" w:rsidR="006A2F4A" w:rsidRDefault="006A2F4A" w:rsidP="001A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4616466"/>
      <w:docPartObj>
        <w:docPartGallery w:val="Page Numbers (Bottom of Page)"/>
        <w:docPartUnique/>
      </w:docPartObj>
    </w:sdtPr>
    <w:sdtEndPr/>
    <w:sdtContent>
      <w:p w14:paraId="56A2D5A1" w14:textId="77777777" w:rsidR="00674921" w:rsidRDefault="00DE778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F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EA685D" w14:textId="77777777" w:rsidR="00674921" w:rsidRDefault="00674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612C5" w14:textId="77777777" w:rsidR="006A2F4A" w:rsidRDefault="006A2F4A" w:rsidP="001A65CF">
      <w:pPr>
        <w:spacing w:after="0" w:line="240" w:lineRule="auto"/>
      </w:pPr>
      <w:r>
        <w:separator/>
      </w:r>
    </w:p>
  </w:footnote>
  <w:footnote w:type="continuationSeparator" w:id="0">
    <w:p w14:paraId="59A59FA6" w14:textId="77777777" w:rsidR="006A2F4A" w:rsidRDefault="006A2F4A" w:rsidP="001A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8F4FB" w14:textId="77777777" w:rsidR="001A65CF" w:rsidRPr="001A65CF" w:rsidRDefault="000B4F19" w:rsidP="001A65CF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7</w:t>
    </w:r>
  </w:p>
  <w:p w14:paraId="1A9B33C0" w14:textId="77777777" w:rsidR="001A65CF" w:rsidRPr="001A65CF" w:rsidRDefault="001A65CF" w:rsidP="001A65CF">
    <w:pPr>
      <w:pStyle w:val="Nagwek"/>
      <w:jc w:val="right"/>
      <w:rPr>
        <w:sz w:val="14"/>
        <w:szCs w:val="14"/>
      </w:rPr>
    </w:pPr>
    <w:r w:rsidRPr="001A65CF">
      <w:rPr>
        <w:sz w:val="14"/>
        <w:szCs w:val="14"/>
      </w:rPr>
      <w:t xml:space="preserve"> przydzielania i korzystania z miejsc w Domach Studenta UŁ</w:t>
    </w:r>
  </w:p>
  <w:p w14:paraId="4F1D1C2C" w14:textId="77777777" w:rsidR="001A65CF" w:rsidRDefault="001A65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F0A4D"/>
    <w:multiLevelType w:val="hybridMultilevel"/>
    <w:tmpl w:val="6EDC4E84"/>
    <w:lvl w:ilvl="0" w:tplc="3FC6DF6A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301D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9F4D5C0">
      <w:start w:val="1"/>
      <w:numFmt w:val="lowerLetter"/>
      <w:lvlText w:val="%2."/>
      <w:lvlJc w:val="left"/>
      <w:pPr>
        <w:ind w:left="1440" w:hanging="360"/>
      </w:pPr>
    </w:lvl>
    <w:lvl w:ilvl="2" w:tplc="C0FE5396">
      <w:start w:val="1"/>
      <w:numFmt w:val="lowerRoman"/>
      <w:lvlText w:val="%3."/>
      <w:lvlJc w:val="right"/>
      <w:pPr>
        <w:ind w:left="2160" w:hanging="180"/>
      </w:pPr>
    </w:lvl>
    <w:lvl w:ilvl="3" w:tplc="0CCC6994">
      <w:start w:val="1"/>
      <w:numFmt w:val="decimal"/>
      <w:lvlText w:val="%4."/>
      <w:lvlJc w:val="left"/>
      <w:pPr>
        <w:ind w:left="2880" w:hanging="360"/>
      </w:pPr>
    </w:lvl>
    <w:lvl w:ilvl="4" w:tplc="E10660DA">
      <w:start w:val="1"/>
      <w:numFmt w:val="lowerLetter"/>
      <w:lvlText w:val="%5."/>
      <w:lvlJc w:val="left"/>
      <w:pPr>
        <w:ind w:left="3600" w:hanging="360"/>
      </w:pPr>
    </w:lvl>
    <w:lvl w:ilvl="5" w:tplc="259047C2">
      <w:start w:val="1"/>
      <w:numFmt w:val="lowerRoman"/>
      <w:lvlText w:val="%6."/>
      <w:lvlJc w:val="right"/>
      <w:pPr>
        <w:ind w:left="4320" w:hanging="180"/>
      </w:pPr>
    </w:lvl>
    <w:lvl w:ilvl="6" w:tplc="3320D206">
      <w:start w:val="1"/>
      <w:numFmt w:val="decimal"/>
      <w:lvlText w:val="%7."/>
      <w:lvlJc w:val="left"/>
      <w:pPr>
        <w:ind w:left="5040" w:hanging="360"/>
      </w:pPr>
    </w:lvl>
    <w:lvl w:ilvl="7" w:tplc="E4762166">
      <w:start w:val="1"/>
      <w:numFmt w:val="lowerLetter"/>
      <w:lvlText w:val="%8."/>
      <w:lvlJc w:val="left"/>
      <w:pPr>
        <w:ind w:left="5760" w:hanging="360"/>
      </w:pPr>
    </w:lvl>
    <w:lvl w:ilvl="8" w:tplc="B2DEA1A8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320885">
    <w:abstractNumId w:val="1"/>
  </w:num>
  <w:num w:numId="2" w16cid:durableId="39193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34A"/>
    <w:rsid w:val="000B1045"/>
    <w:rsid w:val="000B457F"/>
    <w:rsid w:val="000B4F19"/>
    <w:rsid w:val="000C3B3A"/>
    <w:rsid w:val="000E1822"/>
    <w:rsid w:val="000E25F9"/>
    <w:rsid w:val="000E6533"/>
    <w:rsid w:val="000E7FA1"/>
    <w:rsid w:val="00123CBD"/>
    <w:rsid w:val="001A65CF"/>
    <w:rsid w:val="001F34A5"/>
    <w:rsid w:val="00214E90"/>
    <w:rsid w:val="002421C8"/>
    <w:rsid w:val="00264181"/>
    <w:rsid w:val="002B36CC"/>
    <w:rsid w:val="002F3A95"/>
    <w:rsid w:val="003775FB"/>
    <w:rsid w:val="00377829"/>
    <w:rsid w:val="00391686"/>
    <w:rsid w:val="00461132"/>
    <w:rsid w:val="004A4EEF"/>
    <w:rsid w:val="004D3B8B"/>
    <w:rsid w:val="005133F4"/>
    <w:rsid w:val="00582767"/>
    <w:rsid w:val="005D1344"/>
    <w:rsid w:val="005E0CD3"/>
    <w:rsid w:val="005F39C6"/>
    <w:rsid w:val="00674921"/>
    <w:rsid w:val="00683529"/>
    <w:rsid w:val="006A2F4A"/>
    <w:rsid w:val="006B345F"/>
    <w:rsid w:val="006E7F62"/>
    <w:rsid w:val="006F166A"/>
    <w:rsid w:val="007209FD"/>
    <w:rsid w:val="00780CE5"/>
    <w:rsid w:val="007E4AC5"/>
    <w:rsid w:val="007E512C"/>
    <w:rsid w:val="00800F8F"/>
    <w:rsid w:val="00852FC9"/>
    <w:rsid w:val="00911221"/>
    <w:rsid w:val="00975E41"/>
    <w:rsid w:val="0099519E"/>
    <w:rsid w:val="00A00293"/>
    <w:rsid w:val="00A258B1"/>
    <w:rsid w:val="00A43A42"/>
    <w:rsid w:val="00A45B43"/>
    <w:rsid w:val="00A85C38"/>
    <w:rsid w:val="00AA5FB1"/>
    <w:rsid w:val="00AD6E26"/>
    <w:rsid w:val="00AE1D99"/>
    <w:rsid w:val="00AE7E76"/>
    <w:rsid w:val="00B241D1"/>
    <w:rsid w:val="00B3771C"/>
    <w:rsid w:val="00B4643C"/>
    <w:rsid w:val="00B46655"/>
    <w:rsid w:val="00B91C62"/>
    <w:rsid w:val="00BA72F0"/>
    <w:rsid w:val="00BB62B1"/>
    <w:rsid w:val="00C02088"/>
    <w:rsid w:val="00C215E7"/>
    <w:rsid w:val="00C51B4A"/>
    <w:rsid w:val="00D11A3E"/>
    <w:rsid w:val="00D70FBE"/>
    <w:rsid w:val="00DE2789"/>
    <w:rsid w:val="00DE7781"/>
    <w:rsid w:val="00DF5DFE"/>
    <w:rsid w:val="00E040BD"/>
    <w:rsid w:val="00E26680"/>
    <w:rsid w:val="00E516E7"/>
    <w:rsid w:val="00EC437C"/>
    <w:rsid w:val="00EE0177"/>
    <w:rsid w:val="00F10DD1"/>
    <w:rsid w:val="00F171F0"/>
    <w:rsid w:val="00F269A2"/>
    <w:rsid w:val="00F45B8C"/>
    <w:rsid w:val="00F50704"/>
    <w:rsid w:val="00F75CC6"/>
    <w:rsid w:val="00FB034A"/>
    <w:rsid w:val="00FF5F98"/>
    <w:rsid w:val="18F1C9D5"/>
    <w:rsid w:val="1CFF9531"/>
    <w:rsid w:val="2288A0CB"/>
    <w:rsid w:val="26F40F6E"/>
    <w:rsid w:val="417073CE"/>
    <w:rsid w:val="447515D9"/>
    <w:rsid w:val="4743A191"/>
    <w:rsid w:val="55AE3574"/>
    <w:rsid w:val="70EF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3A0C7C"/>
  <w15:docId w15:val="{353A5123-397E-4141-9E2C-A5E3D44B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CF"/>
  </w:style>
  <w:style w:type="paragraph" w:styleId="Stopka">
    <w:name w:val="footer"/>
    <w:basedOn w:val="Normalny"/>
    <w:link w:val="Stopka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CF"/>
  </w:style>
  <w:style w:type="paragraph" w:styleId="Tekstdymka">
    <w:name w:val="Balloon Text"/>
    <w:basedOn w:val="Normalny"/>
    <w:link w:val="TekstdymkaZnak"/>
    <w:uiPriority w:val="99"/>
    <w:semiHidden/>
    <w:unhideWhenUsed/>
    <w:rsid w:val="001A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5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5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5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5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1A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6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2ED729-BDA8-4A63-8B2A-0EA2EE0CA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8EAB23-8932-4FEE-8FD6-AB0FB7E33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256782-29B8-4408-9062-236EC090F2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C8DC82-7454-42D5-8144-75243D9FFBAB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Natalia Halicka</cp:lastModifiedBy>
  <cp:revision>3</cp:revision>
  <cp:lastPrinted>2014-05-08T15:40:00Z</cp:lastPrinted>
  <dcterms:created xsi:type="dcterms:W3CDTF">2024-09-25T09:07:00Z</dcterms:created>
  <dcterms:modified xsi:type="dcterms:W3CDTF">2024-11-19T12:10:00Z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